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CA6827D-932E-49BC-BCCF-0F50B1DCDD4D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